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CF" w:rsidRDefault="005875CF">
      <w:pPr>
        <w:rPr>
          <w:rFonts w:asciiTheme="minorHAnsi" w:hAnsiTheme="minorHAnsi"/>
          <w:sz w:val="22"/>
        </w:rPr>
      </w:pPr>
    </w:p>
    <w:p w:rsidR="00794A48" w:rsidRPr="00401539" w:rsidRDefault="00794A48" w:rsidP="00794A48">
      <w:pPr>
        <w:spacing w:after="120"/>
        <w:ind w:left="2124" w:hanging="2124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01539">
        <w:rPr>
          <w:rFonts w:asciiTheme="minorHAnsi" w:hAnsiTheme="minorHAnsi" w:cstheme="minorHAnsi"/>
          <w:b/>
          <w:bCs/>
          <w:sz w:val="24"/>
          <w:szCs w:val="24"/>
        </w:rPr>
        <w:t>Příloha č. 1</w:t>
      </w:r>
    </w:p>
    <w:p w:rsidR="004C6F35" w:rsidRDefault="004C6F35" w:rsidP="00794A48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</w:p>
    <w:p w:rsidR="00794A48" w:rsidRPr="000D1325" w:rsidRDefault="00794A48" w:rsidP="00794A48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  <w:r w:rsidRPr="000D1325">
        <w:rPr>
          <w:rFonts w:asciiTheme="minorHAnsi" w:hAnsiTheme="minorHAnsi" w:cstheme="minorHAnsi"/>
          <w:b/>
          <w:bCs/>
          <w:sz w:val="24"/>
          <w:szCs w:val="24"/>
        </w:rPr>
        <w:t>Specifikace zakázky</w:t>
      </w:r>
    </w:p>
    <w:p w:rsidR="00794A48" w:rsidRDefault="00794A48" w:rsidP="00794A48">
      <w:pPr>
        <w:spacing w:after="120"/>
        <w:ind w:left="2124" w:hanging="2124"/>
        <w:rPr>
          <w:rFonts w:asciiTheme="minorHAnsi" w:hAnsiTheme="minorHAnsi" w:cstheme="minorHAnsi"/>
          <w:b/>
          <w:sz w:val="24"/>
          <w:szCs w:val="24"/>
        </w:rPr>
      </w:pPr>
    </w:p>
    <w:p w:rsidR="00794A48" w:rsidRPr="00F50BDE" w:rsidRDefault="00794A48" w:rsidP="00F50BDE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D33CC0">
        <w:rPr>
          <w:rFonts w:asciiTheme="minorHAnsi" w:hAnsiTheme="minorHAnsi" w:cstheme="minorHAnsi"/>
          <w:b/>
          <w:sz w:val="24"/>
          <w:szCs w:val="24"/>
        </w:rPr>
        <w:t xml:space="preserve">Dodávka </w:t>
      </w:r>
      <w:r w:rsidR="004376D4" w:rsidRPr="00D33CC0">
        <w:rPr>
          <w:rFonts w:asciiTheme="minorHAnsi" w:hAnsiTheme="minorHAnsi" w:cstheme="minorHAnsi"/>
          <w:b/>
          <w:sz w:val="24"/>
          <w:szCs w:val="24"/>
        </w:rPr>
        <w:t>počítačů</w:t>
      </w:r>
      <w:r w:rsidRPr="00D33CC0">
        <w:rPr>
          <w:rFonts w:asciiTheme="minorHAnsi" w:hAnsiTheme="minorHAnsi" w:cstheme="minorHAnsi"/>
          <w:b/>
          <w:sz w:val="24"/>
          <w:szCs w:val="24"/>
        </w:rPr>
        <w:t xml:space="preserve"> pro OA a SOŠ CR Choceň 20</w:t>
      </w:r>
      <w:r w:rsidR="004376D4" w:rsidRPr="00D33CC0">
        <w:rPr>
          <w:rFonts w:asciiTheme="minorHAnsi" w:hAnsiTheme="minorHAnsi" w:cstheme="minorHAnsi"/>
          <w:b/>
          <w:sz w:val="24"/>
          <w:szCs w:val="24"/>
        </w:rPr>
        <w:t>2</w:t>
      </w:r>
      <w:r w:rsidR="008900F7">
        <w:rPr>
          <w:rFonts w:asciiTheme="minorHAnsi" w:hAnsiTheme="minorHAnsi" w:cstheme="minorHAnsi"/>
          <w:b/>
          <w:sz w:val="24"/>
          <w:szCs w:val="24"/>
        </w:rPr>
        <w:t>3</w:t>
      </w:r>
      <w:r w:rsidR="00F50BDE">
        <w:rPr>
          <w:rFonts w:asciiTheme="minorHAnsi" w:hAnsiTheme="minorHAnsi" w:cstheme="minorHAnsi"/>
          <w:b/>
          <w:sz w:val="24"/>
          <w:szCs w:val="24"/>
        </w:rPr>
        <w:br/>
      </w:r>
      <w:r w:rsidR="00F50BDE" w:rsidRPr="00F50BDE">
        <w:rPr>
          <w:rFonts w:asciiTheme="minorHAnsi" w:hAnsiTheme="minorHAnsi" w:cstheme="minorHAnsi"/>
          <w:sz w:val="24"/>
          <w:szCs w:val="24"/>
        </w:rPr>
        <w:t>vyhlášená dne 2. října 2023</w:t>
      </w:r>
    </w:p>
    <w:p w:rsidR="00794A48" w:rsidRDefault="00794A48" w:rsidP="00794A48">
      <w:pPr>
        <w:shd w:val="clear" w:color="auto" w:fill="FFFFFF"/>
        <w:spacing w:line="300" w:lineRule="atLeast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</w:rPr>
      </w:pPr>
    </w:p>
    <w:p w:rsidR="00F50BDE" w:rsidRDefault="00F50BDE" w:rsidP="00794A48">
      <w:pPr>
        <w:shd w:val="clear" w:color="auto" w:fill="FFFFFF"/>
        <w:spacing w:line="300" w:lineRule="atLeast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</w:rPr>
      </w:pPr>
    </w:p>
    <w:p w:rsidR="00794A48" w:rsidRPr="00F50BDE" w:rsidRDefault="00BA33CE" w:rsidP="00E91195">
      <w:pPr>
        <w:shd w:val="clear" w:color="auto" w:fill="FFFFFF"/>
        <w:spacing w:after="120" w:line="300" w:lineRule="atLeast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</w:pPr>
      <w:r w:rsidRPr="00F50BDE">
        <w:rPr>
          <w:rFonts w:asciiTheme="minorHAnsi" w:hAnsiTheme="minorHAnsi"/>
          <w:b/>
          <w:sz w:val="24"/>
          <w:szCs w:val="24"/>
          <w:u w:val="single"/>
        </w:rPr>
        <w:t>Stolní PC sestava</w:t>
      </w:r>
      <w:r w:rsidR="002C2269" w:rsidRPr="00F50BDE">
        <w:rPr>
          <w:rFonts w:asciiTheme="minorHAnsi" w:hAnsiTheme="minorHAnsi"/>
          <w:sz w:val="24"/>
          <w:szCs w:val="24"/>
          <w:u w:val="single"/>
        </w:rPr>
        <w:t xml:space="preserve"> (PC, myš, klávesnice, </w:t>
      </w:r>
      <w:r w:rsidRPr="00F50BDE">
        <w:rPr>
          <w:rFonts w:asciiTheme="minorHAnsi" w:hAnsiTheme="minorHAnsi"/>
          <w:sz w:val="24"/>
          <w:szCs w:val="24"/>
          <w:u w:val="single"/>
        </w:rPr>
        <w:t>operační systém Windows)</w:t>
      </w:r>
      <w:r w:rsidR="00794A48"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794A48"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794A48"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8900F7"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2</w:t>
      </w:r>
      <w:r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0</w:t>
      </w:r>
      <w:r w:rsidR="00794A48" w:rsidRPr="00F50BDE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 xml:space="preserve"> ks</w:t>
      </w:r>
    </w:p>
    <w:p w:rsidR="00BA33CE" w:rsidRPr="00366193" w:rsidRDefault="00E9671B" w:rsidP="00F50BDE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Operační systém:</w:t>
      </w:r>
      <w:r w:rsidR="00C97AD9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 w:rsidR="002C2269">
        <w:rPr>
          <w:rFonts w:asciiTheme="minorHAnsi" w:hAnsiTheme="minorHAnsi" w:cstheme="minorHAnsi"/>
          <w:color w:val="2F2D2F"/>
          <w:sz w:val="24"/>
          <w:szCs w:val="24"/>
        </w:rPr>
        <w:t xml:space="preserve">legální </w:t>
      </w:r>
      <w:r w:rsidR="00CE03D9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aktivované </w:t>
      </w:r>
      <w:r w:rsidR="005F4BBF" w:rsidRPr="00366193">
        <w:rPr>
          <w:rFonts w:asciiTheme="minorHAnsi" w:hAnsiTheme="minorHAnsi"/>
          <w:sz w:val="24"/>
          <w:szCs w:val="24"/>
        </w:rPr>
        <w:t>Microsoft Windows 11 Pro CZ (OEM)</w:t>
      </w:r>
    </w:p>
    <w:p w:rsidR="00005895" w:rsidRPr="00366193" w:rsidRDefault="00E9671B" w:rsidP="00F50BDE">
      <w:pPr>
        <w:shd w:val="clear" w:color="auto" w:fill="FFFFFF"/>
        <w:spacing w:after="120"/>
        <w:rPr>
          <w:rFonts w:asciiTheme="minorHAnsi" w:hAnsiTheme="minorHAnsi" w:cstheme="minorHAnsi"/>
          <w:color w:val="2F2D2F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Procesor:</w:t>
      </w:r>
      <w:r w:rsidR="00C97AD9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 w:rsidR="00366193">
        <w:rPr>
          <w:rFonts w:asciiTheme="minorHAnsi" w:hAnsiTheme="minorHAnsi"/>
          <w:sz w:val="24"/>
          <w:szCs w:val="24"/>
        </w:rPr>
        <w:t>minimálně</w:t>
      </w:r>
      <w:r w:rsidR="00E15868" w:rsidRPr="00366193">
        <w:rPr>
          <w:rFonts w:asciiTheme="minorHAnsi" w:hAnsiTheme="minorHAnsi"/>
          <w:sz w:val="24"/>
          <w:szCs w:val="24"/>
        </w:rPr>
        <w:t xml:space="preserve"> Intel </w:t>
      </w:r>
      <w:proofErr w:type="spellStart"/>
      <w:r w:rsidR="00E15868" w:rsidRPr="00366193">
        <w:rPr>
          <w:rFonts w:asciiTheme="minorHAnsi" w:hAnsiTheme="minorHAnsi"/>
          <w:sz w:val="24"/>
          <w:szCs w:val="24"/>
        </w:rPr>
        <w:t>Core</w:t>
      </w:r>
      <w:proofErr w:type="spellEnd"/>
      <w:r w:rsidR="00E15868" w:rsidRPr="00366193">
        <w:rPr>
          <w:rFonts w:asciiTheme="minorHAnsi" w:hAnsiTheme="minorHAnsi"/>
          <w:sz w:val="24"/>
          <w:szCs w:val="24"/>
        </w:rPr>
        <w:t xml:space="preserve"> i5, </w:t>
      </w:r>
      <w:r w:rsidR="00366193">
        <w:rPr>
          <w:rFonts w:asciiTheme="minorHAnsi" w:hAnsiTheme="minorHAnsi"/>
          <w:sz w:val="24"/>
          <w:szCs w:val="24"/>
        </w:rPr>
        <w:t>minimálně</w:t>
      </w:r>
      <w:r w:rsidR="00E15868" w:rsidRPr="00366193">
        <w:rPr>
          <w:rFonts w:asciiTheme="minorHAnsi" w:hAnsiTheme="minorHAnsi"/>
          <w:sz w:val="24"/>
          <w:szCs w:val="24"/>
        </w:rPr>
        <w:t xml:space="preserve"> 12. generace, </w:t>
      </w:r>
      <w:r w:rsidR="00366193">
        <w:rPr>
          <w:rFonts w:asciiTheme="minorHAnsi" w:hAnsiTheme="minorHAnsi"/>
          <w:sz w:val="24"/>
          <w:szCs w:val="24"/>
        </w:rPr>
        <w:t>minimálně</w:t>
      </w:r>
      <w:r w:rsidR="00E15868" w:rsidRPr="00366193">
        <w:rPr>
          <w:rFonts w:asciiTheme="minorHAnsi" w:hAnsiTheme="minorHAnsi"/>
          <w:sz w:val="24"/>
          <w:szCs w:val="24"/>
        </w:rPr>
        <w:t xml:space="preserve"> 6jádrový</w:t>
      </w:r>
    </w:p>
    <w:p w:rsidR="00005895" w:rsidRPr="00366193" w:rsidRDefault="00E9671B" w:rsidP="00F50BDE">
      <w:pPr>
        <w:shd w:val="clear" w:color="auto" w:fill="FFFFFF"/>
        <w:spacing w:after="120"/>
        <w:rPr>
          <w:rFonts w:asciiTheme="minorHAnsi" w:hAnsiTheme="minorHAnsi" w:cstheme="minorHAnsi"/>
          <w:color w:val="2F2D2F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Operační paměť:</w:t>
      </w:r>
      <w:r w:rsidR="002324BC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 w:rsidR="00E15868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16GB </w:t>
      </w:r>
      <w:r w:rsidR="00E15868" w:rsidRPr="00366193">
        <w:rPr>
          <w:rFonts w:asciiTheme="minorHAnsi" w:hAnsiTheme="minorHAnsi"/>
          <w:sz w:val="24"/>
          <w:szCs w:val="24"/>
        </w:rPr>
        <w:t xml:space="preserve">DDR4 </w:t>
      </w:r>
      <w:r w:rsidR="00E15868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RAM, aspoň dva sloty, jeden volný </w:t>
      </w:r>
    </w:p>
    <w:p w:rsidR="00BA33CE" w:rsidRPr="00366193" w:rsidRDefault="009C6DE5" w:rsidP="00F50BDE">
      <w:pPr>
        <w:spacing w:after="12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Ú</w:t>
      </w:r>
      <w:r w:rsidR="00E9671B"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Iožiště</w:t>
      </w:r>
      <w:proofErr w:type="spellEnd"/>
      <w:r w:rsidR="00E9671B"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:</w:t>
      </w:r>
      <w:r w:rsidR="00E9671B"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 w:rsidR="00366193">
        <w:rPr>
          <w:rFonts w:asciiTheme="minorHAnsi" w:hAnsiTheme="minorHAnsi"/>
          <w:sz w:val="24"/>
          <w:szCs w:val="24"/>
        </w:rPr>
        <w:t>SSD minimálně</w:t>
      </w:r>
      <w:r w:rsidR="00BA33CE" w:rsidRPr="00366193">
        <w:rPr>
          <w:rFonts w:asciiTheme="minorHAnsi" w:hAnsiTheme="minorHAnsi"/>
          <w:sz w:val="24"/>
          <w:szCs w:val="24"/>
        </w:rPr>
        <w:t xml:space="preserve"> </w:t>
      </w:r>
      <w:r w:rsidR="00E15868" w:rsidRPr="00366193">
        <w:rPr>
          <w:rFonts w:asciiTheme="minorHAnsi" w:hAnsiTheme="minorHAnsi"/>
          <w:sz w:val="24"/>
          <w:szCs w:val="24"/>
        </w:rPr>
        <w:t xml:space="preserve">500 </w:t>
      </w:r>
      <w:r w:rsidR="00BA33CE" w:rsidRPr="00366193">
        <w:rPr>
          <w:rFonts w:asciiTheme="minorHAnsi" w:hAnsiTheme="minorHAnsi"/>
          <w:sz w:val="24"/>
          <w:szCs w:val="24"/>
        </w:rPr>
        <w:t>GB</w:t>
      </w:r>
    </w:p>
    <w:p w:rsidR="00E9671B" w:rsidRPr="00366193" w:rsidRDefault="00E9671B" w:rsidP="00F50BDE">
      <w:pPr>
        <w:shd w:val="clear" w:color="auto" w:fill="FFFFFF"/>
        <w:spacing w:after="120"/>
        <w:rPr>
          <w:rFonts w:asciiTheme="minorHAnsi" w:hAnsiTheme="minorHAnsi" w:cstheme="minorHAnsi"/>
          <w:color w:val="2F2D2F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Zdroj:</w:t>
      </w:r>
      <w:r w:rsidRPr="00366193">
        <w:rPr>
          <w:rFonts w:asciiTheme="minorHAnsi" w:hAnsiTheme="minorHAnsi" w:cstheme="minorHAnsi"/>
          <w:color w:val="2F2D2F"/>
          <w:sz w:val="24"/>
          <w:szCs w:val="24"/>
        </w:rPr>
        <w:t xml:space="preserve"> </w:t>
      </w:r>
      <w:r w:rsidR="00BA33CE" w:rsidRPr="00366193">
        <w:rPr>
          <w:rFonts w:asciiTheme="minorHAnsi" w:hAnsiTheme="minorHAnsi"/>
          <w:sz w:val="24"/>
          <w:szCs w:val="24"/>
        </w:rPr>
        <w:t>ATX min 250W PFC 85+, větrák 120mm</w:t>
      </w:r>
    </w:p>
    <w:p w:rsidR="00BA33CE" w:rsidRPr="00366193" w:rsidRDefault="003E55BC" w:rsidP="00F50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Skříň:</w:t>
      </w:r>
      <w:r w:rsidRPr="00366193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BA33CE" w:rsidRPr="00366193">
        <w:rPr>
          <w:rFonts w:asciiTheme="minorHAnsi" w:hAnsiTheme="minorHAnsi"/>
          <w:sz w:val="24"/>
          <w:szCs w:val="24"/>
        </w:rPr>
        <w:t xml:space="preserve">skříň </w:t>
      </w:r>
      <w:proofErr w:type="spellStart"/>
      <w:r w:rsidR="00BA33CE" w:rsidRPr="00366193">
        <w:rPr>
          <w:rFonts w:asciiTheme="minorHAnsi" w:hAnsiTheme="minorHAnsi"/>
          <w:sz w:val="24"/>
          <w:szCs w:val="24"/>
        </w:rPr>
        <w:t>minitower</w:t>
      </w:r>
      <w:proofErr w:type="spellEnd"/>
      <w:r w:rsidR="00BA33CE" w:rsidRPr="00366193">
        <w:rPr>
          <w:rFonts w:asciiTheme="minorHAnsi" w:hAnsiTheme="minorHAnsi"/>
          <w:sz w:val="24"/>
          <w:szCs w:val="24"/>
        </w:rPr>
        <w:t xml:space="preserve"> s USB 3.0 vpředu</w:t>
      </w:r>
      <w:r w:rsidR="00E15868" w:rsidRPr="00366193">
        <w:rPr>
          <w:rFonts w:asciiTheme="minorHAnsi" w:hAnsiTheme="minorHAnsi"/>
          <w:sz w:val="24"/>
          <w:szCs w:val="24"/>
        </w:rPr>
        <w:t xml:space="preserve">, </w:t>
      </w:r>
      <w:r w:rsidR="00E15868" w:rsidRPr="00366193">
        <w:rPr>
          <w:rFonts w:asciiTheme="minorHAnsi" w:hAnsiTheme="minorHAnsi"/>
          <w:b/>
          <w:sz w:val="24"/>
          <w:szCs w:val="24"/>
        </w:rPr>
        <w:t>maximální rozměr 38cm x 38 cm x 1</w:t>
      </w:r>
      <w:r w:rsidR="00CE03D9" w:rsidRPr="00366193">
        <w:rPr>
          <w:rFonts w:asciiTheme="minorHAnsi" w:hAnsiTheme="minorHAnsi"/>
          <w:b/>
          <w:sz w:val="24"/>
          <w:szCs w:val="24"/>
        </w:rPr>
        <w:t>8</w:t>
      </w:r>
      <w:r w:rsidR="00E15868" w:rsidRPr="00366193">
        <w:rPr>
          <w:rFonts w:asciiTheme="minorHAnsi" w:hAnsiTheme="minorHAnsi"/>
          <w:b/>
          <w:sz w:val="24"/>
          <w:szCs w:val="24"/>
        </w:rPr>
        <w:t xml:space="preserve"> cm</w:t>
      </w:r>
      <w:r w:rsidR="00CE03D9" w:rsidRPr="00366193">
        <w:rPr>
          <w:rFonts w:asciiTheme="minorHAnsi" w:hAnsiTheme="minorHAnsi"/>
          <w:sz w:val="24"/>
          <w:szCs w:val="24"/>
        </w:rPr>
        <w:t>, matná černá</w:t>
      </w:r>
      <w:bookmarkStart w:id="0" w:name="_GoBack"/>
      <w:bookmarkEnd w:id="0"/>
    </w:p>
    <w:p w:rsidR="00C86B34" w:rsidRPr="00366193" w:rsidRDefault="00045BB5" w:rsidP="00F50BDE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Periferie</w:t>
      </w:r>
      <w:r w:rsidRPr="00366193">
        <w:rPr>
          <w:rFonts w:asciiTheme="minorHAnsi" w:hAnsiTheme="minorHAnsi"/>
          <w:b/>
          <w:sz w:val="24"/>
          <w:szCs w:val="24"/>
        </w:rPr>
        <w:t>:</w:t>
      </w:r>
      <w:r w:rsidRPr="00366193">
        <w:rPr>
          <w:rFonts w:asciiTheme="minorHAnsi" w:hAnsiTheme="minorHAnsi"/>
          <w:sz w:val="24"/>
          <w:szCs w:val="24"/>
        </w:rPr>
        <w:t xml:space="preserve"> </w:t>
      </w:r>
      <w:r w:rsidR="00BA33CE" w:rsidRPr="00366193">
        <w:rPr>
          <w:rFonts w:asciiTheme="minorHAnsi" w:hAnsiTheme="minorHAnsi"/>
          <w:sz w:val="24"/>
          <w:szCs w:val="24"/>
        </w:rPr>
        <w:t xml:space="preserve">optická </w:t>
      </w:r>
      <w:r w:rsidR="00FC7D4B">
        <w:rPr>
          <w:rFonts w:asciiTheme="minorHAnsi" w:hAnsiTheme="minorHAnsi"/>
          <w:sz w:val="24"/>
          <w:szCs w:val="24"/>
        </w:rPr>
        <w:t xml:space="preserve">USB černá myš, černá </w:t>
      </w:r>
      <w:r w:rsidR="00BA33CE" w:rsidRPr="00366193">
        <w:rPr>
          <w:rFonts w:asciiTheme="minorHAnsi" w:hAnsiTheme="minorHAnsi"/>
          <w:sz w:val="24"/>
          <w:szCs w:val="24"/>
        </w:rPr>
        <w:t>klávesnice CZ/US USB</w:t>
      </w:r>
    </w:p>
    <w:p w:rsidR="00E15868" w:rsidRPr="00366193" w:rsidRDefault="00E15868" w:rsidP="00F50BDE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Síť</w:t>
      </w:r>
      <w:r w:rsidRPr="00366193">
        <w:rPr>
          <w:rFonts w:asciiTheme="minorHAnsi" w:hAnsiTheme="minorHAnsi"/>
          <w:sz w:val="24"/>
          <w:szCs w:val="24"/>
        </w:rPr>
        <w:t xml:space="preserve">: Gigabit </w:t>
      </w:r>
      <w:proofErr w:type="spellStart"/>
      <w:r w:rsidRPr="00366193">
        <w:rPr>
          <w:rFonts w:asciiTheme="minorHAnsi" w:hAnsiTheme="minorHAnsi"/>
          <w:sz w:val="24"/>
          <w:szCs w:val="24"/>
        </w:rPr>
        <w:t>Ethernet</w:t>
      </w:r>
      <w:proofErr w:type="spellEnd"/>
    </w:p>
    <w:p w:rsidR="00E15868" w:rsidRDefault="00E15868" w:rsidP="00F50BDE">
      <w:pPr>
        <w:spacing w:after="120"/>
        <w:ind w:left="1134" w:hanging="1134"/>
        <w:rPr>
          <w:rFonts w:asciiTheme="minorHAnsi" w:hAnsiTheme="minorHAnsi"/>
          <w:sz w:val="24"/>
          <w:szCs w:val="24"/>
        </w:rPr>
      </w:pPr>
      <w:r w:rsidRPr="00366193">
        <w:rPr>
          <w:rFonts w:asciiTheme="minorHAnsi" w:hAnsiTheme="minorHAnsi" w:cstheme="minorHAnsi"/>
          <w:b/>
          <w:bCs/>
          <w:color w:val="2F2D2F"/>
          <w:sz w:val="24"/>
          <w:szCs w:val="24"/>
        </w:rPr>
        <w:t>Konektory</w:t>
      </w:r>
      <w:r w:rsidRPr="00366193">
        <w:rPr>
          <w:rFonts w:asciiTheme="minorHAnsi" w:hAnsiTheme="minorHAnsi"/>
          <w:sz w:val="24"/>
          <w:szCs w:val="24"/>
        </w:rPr>
        <w:t>:</w:t>
      </w:r>
      <w:r w:rsidR="00F50BDE">
        <w:rPr>
          <w:rFonts w:asciiTheme="minorHAnsi" w:hAnsiTheme="minorHAnsi"/>
          <w:sz w:val="24"/>
          <w:szCs w:val="24"/>
        </w:rPr>
        <w:t xml:space="preserve"> </w:t>
      </w:r>
      <w:r w:rsidR="00366193">
        <w:rPr>
          <w:rFonts w:asciiTheme="minorHAnsi" w:hAnsiTheme="minorHAnsi"/>
          <w:sz w:val="24"/>
          <w:szCs w:val="24"/>
        </w:rPr>
        <w:t>minimálně</w:t>
      </w:r>
      <w:r w:rsidRPr="00366193">
        <w:rPr>
          <w:rFonts w:asciiTheme="minorHAnsi" w:hAnsiTheme="minorHAnsi"/>
          <w:sz w:val="24"/>
          <w:szCs w:val="24"/>
        </w:rPr>
        <w:t xml:space="preserve"> 6 USB vzadu a 2 </w:t>
      </w:r>
      <w:r w:rsidR="00366193">
        <w:rPr>
          <w:rFonts w:asciiTheme="minorHAnsi" w:hAnsiTheme="minorHAnsi"/>
          <w:sz w:val="24"/>
          <w:szCs w:val="24"/>
        </w:rPr>
        <w:t xml:space="preserve">USB </w:t>
      </w:r>
      <w:r w:rsidRPr="00366193">
        <w:rPr>
          <w:rFonts w:asciiTheme="minorHAnsi" w:hAnsiTheme="minorHAnsi"/>
          <w:sz w:val="24"/>
          <w:szCs w:val="24"/>
        </w:rPr>
        <w:t>vpředu</w:t>
      </w:r>
      <w:r w:rsidR="00450641">
        <w:rPr>
          <w:rFonts w:asciiTheme="minorHAnsi" w:hAnsiTheme="minorHAnsi"/>
          <w:sz w:val="24"/>
          <w:szCs w:val="24"/>
        </w:rPr>
        <w:t xml:space="preserve">, </w:t>
      </w:r>
      <w:r w:rsidR="00F50BDE">
        <w:rPr>
          <w:rFonts w:asciiTheme="minorHAnsi" w:hAnsiTheme="minorHAnsi"/>
          <w:sz w:val="24"/>
          <w:szCs w:val="24"/>
        </w:rPr>
        <w:t xml:space="preserve">minimálně jeden </w:t>
      </w:r>
      <w:r w:rsidR="00450641">
        <w:rPr>
          <w:rFonts w:asciiTheme="minorHAnsi" w:hAnsiTheme="minorHAnsi"/>
          <w:sz w:val="24"/>
          <w:szCs w:val="24"/>
        </w:rPr>
        <w:t>z nich USB 3</w:t>
      </w:r>
      <w:r w:rsidRPr="00366193">
        <w:rPr>
          <w:rFonts w:asciiTheme="minorHAnsi" w:hAnsiTheme="minorHAnsi"/>
          <w:sz w:val="24"/>
          <w:szCs w:val="24"/>
        </w:rPr>
        <w:t xml:space="preserve">, </w:t>
      </w:r>
      <w:r w:rsidR="00F50BDE">
        <w:rPr>
          <w:rFonts w:asciiTheme="minorHAnsi" w:hAnsiTheme="minorHAnsi"/>
          <w:sz w:val="24"/>
          <w:szCs w:val="24"/>
        </w:rPr>
        <w:t xml:space="preserve"> </w:t>
      </w:r>
      <w:r w:rsidR="00F50BDE" w:rsidRPr="00366193">
        <w:rPr>
          <w:rFonts w:asciiTheme="minorHAnsi" w:hAnsiTheme="minorHAnsi"/>
          <w:sz w:val="24"/>
          <w:szCs w:val="24"/>
        </w:rPr>
        <w:t>RJ-45</w:t>
      </w:r>
      <w:r w:rsidR="00F50BDE">
        <w:rPr>
          <w:rFonts w:asciiTheme="minorHAnsi" w:hAnsiTheme="minorHAnsi"/>
          <w:sz w:val="24"/>
          <w:szCs w:val="24"/>
        </w:rPr>
        <w:t>,</w:t>
      </w:r>
      <w:r w:rsidR="00F50BDE">
        <w:rPr>
          <w:rFonts w:asciiTheme="minorHAnsi" w:hAnsiTheme="minorHAnsi"/>
          <w:sz w:val="24"/>
          <w:szCs w:val="24"/>
        </w:rPr>
        <w:br/>
      </w:r>
      <w:proofErr w:type="spellStart"/>
      <w:r w:rsidRPr="00366193">
        <w:rPr>
          <w:rFonts w:asciiTheme="minorHAnsi" w:hAnsiTheme="minorHAnsi"/>
          <w:sz w:val="24"/>
          <w:szCs w:val="24"/>
        </w:rPr>
        <w:t>VGA+HDMI+display</w:t>
      </w:r>
      <w:proofErr w:type="spellEnd"/>
      <w:r w:rsidRPr="00366193">
        <w:rPr>
          <w:rFonts w:asciiTheme="minorHAnsi" w:hAnsiTheme="minorHAnsi"/>
          <w:sz w:val="24"/>
          <w:szCs w:val="24"/>
        </w:rPr>
        <w:t xml:space="preserve"> port</w:t>
      </w:r>
    </w:p>
    <w:p w:rsidR="00C86B34" w:rsidRPr="00230AF3" w:rsidRDefault="00230AF3" w:rsidP="00230AF3">
      <w:pPr>
        <w:spacing w:before="2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I</w:t>
      </w:r>
      <w:r w:rsidRPr="00230AF3">
        <w:rPr>
          <w:rFonts w:asciiTheme="minorHAnsi" w:hAnsiTheme="minorHAnsi"/>
          <w:b/>
          <w:sz w:val="24"/>
          <w:szCs w:val="24"/>
        </w:rPr>
        <w:t>nstalace MS Office 2016 na PC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Pr="00230AF3">
        <w:rPr>
          <w:rFonts w:asciiTheme="minorHAnsi" w:hAnsiTheme="minorHAnsi"/>
          <w:sz w:val="24"/>
          <w:szCs w:val="24"/>
        </w:rPr>
        <w:t xml:space="preserve">(zadavatel je vlastníkem </w:t>
      </w:r>
      <w:r>
        <w:rPr>
          <w:rFonts w:asciiTheme="minorHAnsi" w:hAnsiTheme="minorHAnsi"/>
          <w:sz w:val="24"/>
          <w:szCs w:val="24"/>
        </w:rPr>
        <w:t xml:space="preserve">potřebné </w:t>
      </w:r>
      <w:r w:rsidRPr="00230AF3">
        <w:rPr>
          <w:rFonts w:asciiTheme="minorHAnsi" w:hAnsiTheme="minorHAnsi"/>
          <w:sz w:val="24"/>
          <w:szCs w:val="24"/>
        </w:rPr>
        <w:t>licence)</w:t>
      </w:r>
    </w:p>
    <w:p w:rsidR="00230AF3" w:rsidRDefault="00230AF3" w:rsidP="00230AF3">
      <w:pPr>
        <w:jc w:val="both"/>
        <w:rPr>
          <w:rFonts w:asciiTheme="minorHAnsi" w:hAnsiTheme="minorHAnsi"/>
          <w:b/>
          <w:sz w:val="24"/>
          <w:szCs w:val="24"/>
        </w:rPr>
      </w:pPr>
    </w:p>
    <w:p w:rsidR="00230AF3" w:rsidRPr="00230AF3" w:rsidRDefault="00230AF3" w:rsidP="00230AF3">
      <w:pPr>
        <w:jc w:val="both"/>
        <w:rPr>
          <w:rFonts w:asciiTheme="minorHAnsi" w:hAnsiTheme="minorHAnsi"/>
          <w:b/>
          <w:sz w:val="24"/>
          <w:szCs w:val="24"/>
        </w:rPr>
      </w:pPr>
      <w:r w:rsidRPr="00230AF3">
        <w:rPr>
          <w:rFonts w:asciiTheme="minorHAnsi" w:hAnsiTheme="minorHAnsi"/>
          <w:b/>
          <w:sz w:val="24"/>
          <w:szCs w:val="24"/>
        </w:rPr>
        <w:t xml:space="preserve">Zapojení </w:t>
      </w:r>
      <w:r>
        <w:rPr>
          <w:rFonts w:asciiTheme="minorHAnsi" w:hAnsiTheme="minorHAnsi"/>
          <w:b/>
          <w:sz w:val="24"/>
          <w:szCs w:val="24"/>
        </w:rPr>
        <w:t xml:space="preserve">PC </w:t>
      </w:r>
      <w:r w:rsidRPr="00230AF3">
        <w:rPr>
          <w:rFonts w:asciiTheme="minorHAnsi" w:hAnsiTheme="minorHAnsi"/>
          <w:b/>
          <w:sz w:val="24"/>
          <w:szCs w:val="24"/>
        </w:rPr>
        <w:t>do školní sítě</w:t>
      </w:r>
    </w:p>
    <w:p w:rsidR="00230AF3" w:rsidRDefault="00230AF3" w:rsidP="00230AF3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94A48" w:rsidRPr="00712DA7" w:rsidRDefault="00794A48" w:rsidP="00230AF3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Záruka 24 měsíců. Servis do </w:t>
      </w:r>
      <w:r w:rsidR="00992C36">
        <w:rPr>
          <w:rFonts w:asciiTheme="minorHAnsi" w:hAnsiTheme="minorHAnsi" w:cstheme="minorHAnsi"/>
          <w:b/>
          <w:sz w:val="24"/>
          <w:szCs w:val="24"/>
        </w:rPr>
        <w:t>druhého</w:t>
      </w:r>
      <w:r w:rsidR="002C2269">
        <w:rPr>
          <w:rFonts w:asciiTheme="minorHAnsi" w:hAnsiTheme="minorHAnsi" w:cstheme="minorHAnsi"/>
          <w:b/>
          <w:sz w:val="24"/>
          <w:szCs w:val="24"/>
        </w:rPr>
        <w:t xml:space="preserve"> pracovního dne</w:t>
      </w:r>
      <w:r w:rsidRPr="00712DA7">
        <w:rPr>
          <w:rFonts w:asciiTheme="minorHAnsi" w:hAnsiTheme="minorHAnsi" w:cstheme="minorHAnsi"/>
          <w:b/>
          <w:sz w:val="24"/>
          <w:szCs w:val="24"/>
        </w:rPr>
        <w:t>.</w:t>
      </w:r>
    </w:p>
    <w:p w:rsidR="00794A48" w:rsidRPr="00712DA7" w:rsidRDefault="00794A48" w:rsidP="00230AF3">
      <w:pPr>
        <w:pStyle w:val="Zkladntext"/>
        <w:rPr>
          <w:rFonts w:asciiTheme="minorHAnsi" w:hAnsiTheme="minorHAnsi" w:cstheme="minorHAnsi"/>
          <w:lang w:val="cs-CZ"/>
        </w:rPr>
      </w:pPr>
    </w:p>
    <w:p w:rsidR="00794A48" w:rsidRPr="00712DA7" w:rsidRDefault="00794A48" w:rsidP="00230AF3">
      <w:pPr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Předmět dodávky bude nový, plně funkční, odpovídající současným platným technickým </w:t>
      </w:r>
      <w:r w:rsidRPr="00712DA7">
        <w:rPr>
          <w:rFonts w:asciiTheme="minorHAnsi" w:hAnsiTheme="minorHAnsi" w:cstheme="minorHAnsi"/>
          <w:b/>
          <w:sz w:val="24"/>
          <w:szCs w:val="24"/>
        </w:rPr>
        <w:br/>
        <w:t xml:space="preserve">a bezpečnostním normám v ČR. </w:t>
      </w:r>
    </w:p>
    <w:p w:rsidR="00794A48" w:rsidRPr="00712DA7" w:rsidRDefault="00794A48" w:rsidP="00794A48">
      <w:pPr>
        <w:rPr>
          <w:rFonts w:asciiTheme="minorHAnsi" w:hAnsiTheme="minorHAnsi" w:cstheme="minorHAnsi"/>
          <w:b/>
          <w:sz w:val="24"/>
          <w:szCs w:val="24"/>
        </w:rPr>
      </w:pPr>
    </w:p>
    <w:p w:rsidR="00C86B34" w:rsidRPr="00712DA7" w:rsidRDefault="00C86B34" w:rsidP="00794A4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94A48" w:rsidRPr="00D33CC0" w:rsidRDefault="00794A48" w:rsidP="00794A4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4C6F35">
        <w:rPr>
          <w:rFonts w:asciiTheme="minorHAnsi" w:hAnsiTheme="minorHAnsi" w:cstheme="minorHAnsi"/>
          <w:sz w:val="24"/>
          <w:szCs w:val="24"/>
        </w:rPr>
        <w:t xml:space="preserve">V Chocni </w:t>
      </w:r>
      <w:r w:rsidR="00401539">
        <w:rPr>
          <w:rFonts w:asciiTheme="minorHAnsi" w:hAnsiTheme="minorHAnsi" w:cstheme="minorHAnsi"/>
          <w:sz w:val="24"/>
          <w:szCs w:val="24"/>
        </w:rPr>
        <w:t>2</w:t>
      </w:r>
      <w:r w:rsidR="00BA33CE" w:rsidRPr="004C6F35">
        <w:rPr>
          <w:rFonts w:asciiTheme="minorHAnsi" w:hAnsiTheme="minorHAnsi" w:cstheme="minorHAnsi"/>
          <w:sz w:val="24"/>
          <w:szCs w:val="24"/>
        </w:rPr>
        <w:t>. října 202</w:t>
      </w:r>
      <w:r w:rsidR="008900F7">
        <w:rPr>
          <w:rFonts w:asciiTheme="minorHAnsi" w:hAnsiTheme="minorHAnsi" w:cstheme="minorHAnsi"/>
          <w:sz w:val="24"/>
          <w:szCs w:val="24"/>
        </w:rPr>
        <w:t>3</w:t>
      </w:r>
    </w:p>
    <w:p w:rsidR="00794A48" w:rsidRPr="00712DA7" w:rsidRDefault="00794A48" w:rsidP="00794A48">
      <w:pPr>
        <w:ind w:firstLine="357"/>
        <w:jc w:val="both"/>
        <w:rPr>
          <w:rFonts w:asciiTheme="minorHAnsi" w:hAnsiTheme="minorHAnsi" w:cstheme="minorHAnsi"/>
          <w:sz w:val="24"/>
          <w:szCs w:val="24"/>
        </w:rPr>
      </w:pP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  <w:r w:rsidRPr="00712DA7">
        <w:rPr>
          <w:rFonts w:asciiTheme="minorHAnsi" w:hAnsiTheme="minorHAnsi" w:cstheme="minorHAnsi"/>
          <w:sz w:val="24"/>
          <w:szCs w:val="24"/>
        </w:rPr>
        <w:tab/>
      </w:r>
    </w:p>
    <w:p w:rsidR="00C86B34" w:rsidRDefault="00C86B34" w:rsidP="00794A4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01539" w:rsidRDefault="00401539" w:rsidP="00794A4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01539" w:rsidRPr="00712DA7" w:rsidRDefault="00401539" w:rsidP="00794A4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94A48" w:rsidRPr="00712DA7" w:rsidRDefault="00794A48" w:rsidP="00794A48">
      <w:pPr>
        <w:jc w:val="both"/>
        <w:rPr>
          <w:rFonts w:asciiTheme="minorHAnsi" w:hAnsiTheme="minorHAnsi" w:cstheme="minorHAnsi"/>
          <w:sz w:val="24"/>
          <w:szCs w:val="24"/>
        </w:rPr>
      </w:pPr>
      <w:r w:rsidRPr="00712DA7">
        <w:rPr>
          <w:rFonts w:asciiTheme="minorHAnsi" w:hAnsiTheme="minorHAnsi" w:cstheme="minorHAnsi"/>
          <w:sz w:val="24"/>
          <w:szCs w:val="24"/>
        </w:rPr>
        <w:t>Mgr. Jaroslav Studnička</w:t>
      </w:r>
    </w:p>
    <w:p w:rsidR="00712DA7" w:rsidRDefault="00794A48" w:rsidP="00F50BDE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712DA7">
        <w:rPr>
          <w:rFonts w:asciiTheme="minorHAnsi" w:hAnsiTheme="minorHAnsi" w:cstheme="minorHAnsi"/>
          <w:sz w:val="24"/>
          <w:szCs w:val="24"/>
        </w:rPr>
        <w:t>ředitel školy</w:t>
      </w:r>
    </w:p>
    <w:sectPr w:rsidR="00712DA7" w:rsidSect="00354AB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8F4" w:rsidRDefault="009068F4" w:rsidP="00A95149">
      <w:r>
        <w:separator/>
      </w:r>
    </w:p>
  </w:endnote>
  <w:endnote w:type="continuationSeparator" w:id="0">
    <w:p w:rsidR="009068F4" w:rsidRDefault="009068F4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8F4" w:rsidRDefault="009068F4" w:rsidP="00A95149">
      <w:r>
        <w:separator/>
      </w:r>
    </w:p>
  </w:footnote>
  <w:footnote w:type="continuationSeparator" w:id="0">
    <w:p w:rsidR="009068F4" w:rsidRDefault="009068F4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37B8"/>
    <w:multiLevelType w:val="multilevel"/>
    <w:tmpl w:val="833E5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9A6237"/>
    <w:multiLevelType w:val="multilevel"/>
    <w:tmpl w:val="4E48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14311E"/>
    <w:multiLevelType w:val="multilevel"/>
    <w:tmpl w:val="FA82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343132"/>
    <w:multiLevelType w:val="multilevel"/>
    <w:tmpl w:val="143A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8D3E74"/>
    <w:multiLevelType w:val="multilevel"/>
    <w:tmpl w:val="3C66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E0699D"/>
    <w:multiLevelType w:val="multilevel"/>
    <w:tmpl w:val="D098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48"/>
    <w:rsid w:val="00005895"/>
    <w:rsid w:val="00015A4C"/>
    <w:rsid w:val="00045BB5"/>
    <w:rsid w:val="00120F77"/>
    <w:rsid w:val="001973C7"/>
    <w:rsid w:val="001C4615"/>
    <w:rsid w:val="001E69CF"/>
    <w:rsid w:val="00200DA1"/>
    <w:rsid w:val="00203581"/>
    <w:rsid w:val="00221883"/>
    <w:rsid w:val="00230AF3"/>
    <w:rsid w:val="002324BC"/>
    <w:rsid w:val="00236B72"/>
    <w:rsid w:val="002805E1"/>
    <w:rsid w:val="002C2269"/>
    <w:rsid w:val="003270EF"/>
    <w:rsid w:val="00350E3B"/>
    <w:rsid w:val="00354AB2"/>
    <w:rsid w:val="00366193"/>
    <w:rsid w:val="00374985"/>
    <w:rsid w:val="003E55BC"/>
    <w:rsid w:val="003E6F8A"/>
    <w:rsid w:val="00401539"/>
    <w:rsid w:val="0041508C"/>
    <w:rsid w:val="00430D38"/>
    <w:rsid w:val="004376D4"/>
    <w:rsid w:val="00450641"/>
    <w:rsid w:val="00470BA4"/>
    <w:rsid w:val="004761C7"/>
    <w:rsid w:val="004C6F35"/>
    <w:rsid w:val="004D69BC"/>
    <w:rsid w:val="004E28D7"/>
    <w:rsid w:val="00525052"/>
    <w:rsid w:val="0052748F"/>
    <w:rsid w:val="005875CF"/>
    <w:rsid w:val="005A51EB"/>
    <w:rsid w:val="005C7605"/>
    <w:rsid w:val="005F4BBF"/>
    <w:rsid w:val="006056AC"/>
    <w:rsid w:val="0068196E"/>
    <w:rsid w:val="006A4BEF"/>
    <w:rsid w:val="006B1213"/>
    <w:rsid w:val="006D3CF0"/>
    <w:rsid w:val="006E5B76"/>
    <w:rsid w:val="006F2776"/>
    <w:rsid w:val="00712DA7"/>
    <w:rsid w:val="00717DA7"/>
    <w:rsid w:val="00763A37"/>
    <w:rsid w:val="00794A48"/>
    <w:rsid w:val="007D144F"/>
    <w:rsid w:val="00806207"/>
    <w:rsid w:val="00867669"/>
    <w:rsid w:val="0088693A"/>
    <w:rsid w:val="008900F7"/>
    <w:rsid w:val="009068F4"/>
    <w:rsid w:val="00992C36"/>
    <w:rsid w:val="00993832"/>
    <w:rsid w:val="009B6523"/>
    <w:rsid w:val="009C6DE5"/>
    <w:rsid w:val="00A4102C"/>
    <w:rsid w:val="00A60AFC"/>
    <w:rsid w:val="00A95149"/>
    <w:rsid w:val="00AC4138"/>
    <w:rsid w:val="00AC6DF0"/>
    <w:rsid w:val="00BA33CE"/>
    <w:rsid w:val="00BA6280"/>
    <w:rsid w:val="00BA6B7A"/>
    <w:rsid w:val="00BD6B1F"/>
    <w:rsid w:val="00C2248C"/>
    <w:rsid w:val="00C628B1"/>
    <w:rsid w:val="00C86B34"/>
    <w:rsid w:val="00C97AD9"/>
    <w:rsid w:val="00CC08D0"/>
    <w:rsid w:val="00CD0ECD"/>
    <w:rsid w:val="00CE03D9"/>
    <w:rsid w:val="00CE2B8D"/>
    <w:rsid w:val="00D05E64"/>
    <w:rsid w:val="00D33CC0"/>
    <w:rsid w:val="00D84FA3"/>
    <w:rsid w:val="00E15868"/>
    <w:rsid w:val="00E36E3A"/>
    <w:rsid w:val="00E91195"/>
    <w:rsid w:val="00E9671B"/>
    <w:rsid w:val="00EF2637"/>
    <w:rsid w:val="00F0722C"/>
    <w:rsid w:val="00F50BDE"/>
    <w:rsid w:val="00FB766E"/>
    <w:rsid w:val="00F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BFFD0D"/>
  <w15:docId w15:val="{EF62B34B-599F-4117-9912-E72D4DA5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4A48"/>
    <w:rPr>
      <w:rFonts w:eastAsia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Zkladntext">
    <w:name w:val="Body Text"/>
    <w:basedOn w:val="Normln"/>
    <w:link w:val="ZkladntextChar"/>
    <w:uiPriority w:val="99"/>
    <w:unhideWhenUsed/>
    <w:rsid w:val="00794A48"/>
    <w:rPr>
      <w:sz w:val="24"/>
      <w:szCs w:val="24"/>
      <w:lang w:val="en-GB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94A48"/>
    <w:rPr>
      <w:rFonts w:eastAsia="Times New Roman"/>
      <w:lang w:val="en-GB"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94A48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94A48"/>
    <w:rPr>
      <w:rFonts w:ascii="Consolas" w:eastAsia="Times New Roman" w:hAnsi="Consolas" w:cs="Consolas"/>
      <w:sz w:val="21"/>
      <w:szCs w:val="21"/>
    </w:rPr>
  </w:style>
  <w:style w:type="paragraph" w:styleId="Normlnweb">
    <w:name w:val="Normal (Web)"/>
    <w:basedOn w:val="Normln"/>
    <w:uiPriority w:val="99"/>
    <w:semiHidden/>
    <w:unhideWhenUsed/>
    <w:rsid w:val="00E9671B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5F4B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9ADB8-86E5-4CA3-B58B-237D5DE9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16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5</cp:revision>
  <cp:lastPrinted>2019-08-30T06:47:00Z</cp:lastPrinted>
  <dcterms:created xsi:type="dcterms:W3CDTF">2023-09-26T06:12:00Z</dcterms:created>
  <dcterms:modified xsi:type="dcterms:W3CDTF">2023-10-02T08:02:00Z</dcterms:modified>
</cp:coreProperties>
</file>